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807" w:rsidRPr="00ED0E22" w:rsidRDefault="00FB7807" w:rsidP="00592080">
      <w:pPr>
        <w:tabs>
          <w:tab w:val="left" w:pos="0"/>
        </w:tabs>
        <w:ind w:firstLine="708"/>
      </w:pPr>
      <w:bookmarkStart w:id="0" w:name="_GoBack"/>
      <w:bookmarkEnd w:id="0"/>
    </w:p>
    <w:p w:rsidR="005E2050" w:rsidRDefault="005E2050" w:rsidP="005E2050">
      <w:pPr>
        <w:pStyle w:val="Legenda"/>
        <w:pBdr>
          <w:bottom w:val="single" w:sz="4" w:space="1" w:color="auto"/>
        </w:pBdr>
      </w:pPr>
      <w:proofErr w:type="gramStart"/>
      <w:r>
        <w:t>1</w:t>
      </w:r>
      <w:proofErr w:type="gramEnd"/>
      <w:r>
        <w:t xml:space="preserve">) ADMINISTRAÇÃO CENTRAL = </w:t>
      </w:r>
      <w:r w:rsidR="00184849">
        <w:t>4</w:t>
      </w:r>
      <w:r>
        <w:t>,0%</w:t>
      </w:r>
    </w:p>
    <w:p w:rsidR="005E2050" w:rsidRDefault="005E2050" w:rsidP="005E2050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</w:p>
    <w:p w:rsidR="005E2050" w:rsidRDefault="005E2050" w:rsidP="00184849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O valor da taxa de administração central decorre do rateio das despesas</w:t>
      </w:r>
      <w:r w:rsidR="0018484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administrativas do escritório central por todas as obras que a empresa esteja</w:t>
      </w:r>
      <w:r w:rsidR="0018484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executando no período, variando de acordo com a complexidade e o prazo de cada</w:t>
      </w:r>
      <w:r w:rsidR="0018484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obra e com a estrutura da empresa.</w:t>
      </w:r>
    </w:p>
    <w:p w:rsidR="005E2050" w:rsidRDefault="005E2050" w:rsidP="00B03859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Trata-se de uma obra que possui complexidade normal, vulto médio e prazo de</w:t>
      </w:r>
      <w:r w:rsidR="00B0385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execução de 120 dias.</w:t>
      </w:r>
    </w:p>
    <w:p w:rsidR="005E2050" w:rsidRPr="00184849" w:rsidRDefault="005E2050" w:rsidP="00184849">
      <w:pPr>
        <w:pStyle w:val="Legenda"/>
        <w:pBdr>
          <w:bottom w:val="single" w:sz="4" w:space="1" w:color="auto"/>
        </w:pBdr>
      </w:pPr>
      <w:proofErr w:type="gramStart"/>
      <w:r w:rsidRPr="00184849">
        <w:t>2</w:t>
      </w:r>
      <w:proofErr w:type="gramEnd"/>
      <w:r w:rsidRPr="00184849">
        <w:t xml:space="preserve">) SEGUROS E IMPREVISTOS = </w:t>
      </w:r>
      <w:r w:rsidR="00184849">
        <w:t>0,5</w:t>
      </w:r>
      <w:r w:rsidR="002646D6">
        <w:t>0</w:t>
      </w:r>
      <w:r w:rsidRPr="00184849">
        <w:t>%</w:t>
      </w:r>
    </w:p>
    <w:p w:rsidR="00184849" w:rsidRDefault="00184849" w:rsidP="00184849">
      <w:pPr>
        <w:autoSpaceDE w:val="0"/>
        <w:autoSpaceDN w:val="0"/>
        <w:adjustRightInd w:val="0"/>
        <w:ind w:firstLine="708"/>
        <w:rPr>
          <w:rFonts w:ascii="Arial" w:hAnsi="Arial" w:cs="Arial"/>
        </w:rPr>
      </w:pPr>
    </w:p>
    <w:p w:rsidR="005E2050" w:rsidRDefault="005E2050" w:rsidP="00184849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Sabe-se que nas atividades relacionadas com a construção civil existem os mais</w:t>
      </w:r>
      <w:r w:rsidR="0018484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variados riscos, sejam para vida humana, equipamentos ou outros bens. Há ainda a</w:t>
      </w:r>
      <w:r w:rsidR="0018484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possibilidade de se causar, involuntariamente, danos corporais e materiais a terceiros.</w:t>
      </w:r>
    </w:p>
    <w:p w:rsidR="005E2050" w:rsidRDefault="005E2050" w:rsidP="00184849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Quanto à taxa para imprevistos, essa pode estar incluída no BDI, pois há</w:t>
      </w:r>
      <w:r w:rsidR="0018484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imprevistos que não são cobertos pelo seguro.</w:t>
      </w:r>
    </w:p>
    <w:p w:rsidR="00184849" w:rsidRDefault="005E2050" w:rsidP="00B03859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Consideram-se como imprevistos ou riscos os seguintes acontecimentos, dentre</w:t>
      </w:r>
      <w:r w:rsidR="00B0385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outros cuja ocorrência prejudica o andamento dos serviços e independe da atuação</w:t>
      </w:r>
      <w:r w:rsidR="0018484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prévia do executor da obra: fenômenos naturais (águas subterrâneas, ventos fortes,</w:t>
      </w:r>
      <w:r w:rsidR="0018484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condições climáticas atípicas, </w:t>
      </w:r>
      <w:proofErr w:type="spellStart"/>
      <w:r>
        <w:rPr>
          <w:rFonts w:ascii="Arial" w:hAnsi="Arial" w:cs="Arial"/>
        </w:rPr>
        <w:t>etc</w:t>
      </w:r>
      <w:proofErr w:type="spellEnd"/>
      <w:r>
        <w:rPr>
          <w:rFonts w:ascii="Arial" w:hAnsi="Arial" w:cs="Arial"/>
        </w:rPr>
        <w:t>); perdas de eficiência de mão-de-obra; perdas</w:t>
      </w:r>
      <w:r w:rsidR="0018484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excessivas de material por quebras etc.</w:t>
      </w:r>
    </w:p>
    <w:p w:rsidR="005E2050" w:rsidRPr="00184849" w:rsidRDefault="005E2050" w:rsidP="00184849">
      <w:pPr>
        <w:pStyle w:val="Legenda"/>
        <w:pBdr>
          <w:bottom w:val="single" w:sz="4" w:space="1" w:color="auto"/>
        </w:pBdr>
      </w:pPr>
      <w:proofErr w:type="gramStart"/>
      <w:r w:rsidRPr="00184849">
        <w:t>3</w:t>
      </w:r>
      <w:proofErr w:type="gramEnd"/>
      <w:r w:rsidRPr="00184849">
        <w:t>) DESPESAS FINANCEIRAS = 1,0</w:t>
      </w:r>
      <w:r w:rsidR="002646D6">
        <w:t>0</w:t>
      </w:r>
      <w:r w:rsidRPr="00184849">
        <w:t>%</w:t>
      </w:r>
    </w:p>
    <w:p w:rsidR="00184849" w:rsidRDefault="00184849" w:rsidP="005E2050">
      <w:pPr>
        <w:autoSpaceDE w:val="0"/>
        <w:autoSpaceDN w:val="0"/>
        <w:adjustRightInd w:val="0"/>
        <w:rPr>
          <w:rFonts w:ascii="Arial" w:hAnsi="Arial" w:cs="Arial"/>
        </w:rPr>
      </w:pPr>
    </w:p>
    <w:p w:rsidR="005E2050" w:rsidRDefault="005E2050" w:rsidP="005E2050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Valor praticado no mercado para o CDB pré-fixado para 30 dias.</w:t>
      </w:r>
    </w:p>
    <w:p w:rsidR="005E2050" w:rsidRPr="00184849" w:rsidRDefault="005E2050" w:rsidP="00184849">
      <w:pPr>
        <w:pStyle w:val="Legenda"/>
        <w:pBdr>
          <w:bottom w:val="single" w:sz="4" w:space="1" w:color="auto"/>
        </w:pBdr>
      </w:pPr>
      <w:proofErr w:type="gramStart"/>
      <w:r w:rsidRPr="00184849">
        <w:t>4</w:t>
      </w:r>
      <w:proofErr w:type="gramEnd"/>
      <w:r w:rsidRPr="00184849">
        <w:t>) IMPOSTOS = 4,</w:t>
      </w:r>
      <w:r w:rsidR="00184849" w:rsidRPr="00184849">
        <w:t>6387</w:t>
      </w:r>
      <w:r w:rsidRPr="00184849">
        <w:t xml:space="preserve"> % (COFINS =3%, PIS=0,65%, ISS = 0,</w:t>
      </w:r>
      <w:r w:rsidR="00184849" w:rsidRPr="00184849">
        <w:t>98872</w:t>
      </w:r>
      <w:r w:rsidRPr="00184849">
        <w:t>%).</w:t>
      </w:r>
    </w:p>
    <w:p w:rsidR="00462387" w:rsidRDefault="00462387" w:rsidP="00184849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</w:p>
    <w:p w:rsidR="005E2050" w:rsidRDefault="005E2050" w:rsidP="00184849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Contabilmente, como não há como enquadrar o PIS e a COFINS como custos</w:t>
      </w:r>
      <w:r w:rsidR="0018484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 produção, já que não são gastos incorridos no processo de obtenção dos</w:t>
      </w:r>
      <w:r w:rsidR="0018484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serviços/bens que estão sendo executados, considera-se que se trata de despesas</w:t>
      </w:r>
      <w:r w:rsidR="0018484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indiretas.</w:t>
      </w:r>
    </w:p>
    <w:p w:rsidR="005E2050" w:rsidRDefault="005E2050" w:rsidP="00184849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</w:rPr>
      </w:pPr>
      <w:r w:rsidRPr="00462387">
        <w:rPr>
          <w:rFonts w:ascii="Arial" w:hAnsi="Arial" w:cs="Arial"/>
          <w:b/>
        </w:rPr>
        <w:t xml:space="preserve">ISS = </w:t>
      </w:r>
      <w:proofErr w:type="gramStart"/>
      <w:r w:rsidRPr="00462387">
        <w:rPr>
          <w:rFonts w:ascii="Arial" w:hAnsi="Arial" w:cs="Arial"/>
          <w:b/>
        </w:rPr>
        <w:t>0,</w:t>
      </w:r>
      <w:proofErr w:type="gramEnd"/>
      <w:r w:rsidR="00462387">
        <w:rPr>
          <w:rFonts w:ascii="Arial" w:hAnsi="Arial" w:cs="Arial"/>
          <w:b/>
        </w:rPr>
        <w:t>98872</w:t>
      </w:r>
      <w:r w:rsidRPr="00462387">
        <w:rPr>
          <w:rFonts w:ascii="Arial" w:hAnsi="Arial" w:cs="Arial"/>
          <w:b/>
        </w:rPr>
        <w:t xml:space="preserve"> %</w:t>
      </w:r>
    </w:p>
    <w:p w:rsidR="00462387" w:rsidRPr="00462387" w:rsidRDefault="00462387" w:rsidP="00184849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</w:rPr>
      </w:pPr>
    </w:p>
    <w:p w:rsidR="005E2050" w:rsidRDefault="005E2050" w:rsidP="00B03859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O cálculo do ISS é feito apenas sobre serviços prestados, considerando-se a</w:t>
      </w:r>
      <w:r w:rsidR="0046238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mão-de-obra e descontando-se os materiais aplicados (custo direto dos materiais).</w:t>
      </w:r>
    </w:p>
    <w:p w:rsidR="005E2050" w:rsidRDefault="005E2050" w:rsidP="00B03859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Como o ISS é um imposto que incide sobre o preço do serviço (deduzindo-se as</w:t>
      </w:r>
      <w:r w:rsidR="0046238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parcelas dos materiais), está relacionado com o faturamento da empresa. No Distrito</w:t>
      </w:r>
      <w:r w:rsidR="0046238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Federal o ISS tem alíquota de 2% sobre o valor do serviço, porém, de acordo com a</w:t>
      </w:r>
      <w:r w:rsidR="0046238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planilha orçamentária, o valor de mão de obra representa </w:t>
      </w:r>
      <w:proofErr w:type="gramStart"/>
      <w:r w:rsidR="00B03859">
        <w:rPr>
          <w:rFonts w:ascii="Arial" w:hAnsi="Arial" w:cs="Arial"/>
        </w:rPr>
        <w:t>49,</w:t>
      </w:r>
      <w:proofErr w:type="gramEnd"/>
      <w:r w:rsidR="00B03859">
        <w:rPr>
          <w:rFonts w:ascii="Arial" w:hAnsi="Arial" w:cs="Arial"/>
        </w:rPr>
        <w:t>436</w:t>
      </w:r>
      <w:r>
        <w:rPr>
          <w:rFonts w:ascii="Arial" w:hAnsi="Arial" w:cs="Arial"/>
        </w:rPr>
        <w:t>% do valor total. Isto</w:t>
      </w:r>
      <w:r w:rsidR="0046238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significa que em apenas </w:t>
      </w:r>
      <w:proofErr w:type="gramStart"/>
      <w:r w:rsidR="00B03859">
        <w:rPr>
          <w:rFonts w:ascii="Arial" w:hAnsi="Arial" w:cs="Arial"/>
        </w:rPr>
        <w:t>49,</w:t>
      </w:r>
      <w:proofErr w:type="gramEnd"/>
      <w:r w:rsidR="00B03859">
        <w:rPr>
          <w:rFonts w:ascii="Arial" w:hAnsi="Arial" w:cs="Arial"/>
        </w:rPr>
        <w:t>436</w:t>
      </w:r>
      <w:r>
        <w:rPr>
          <w:rFonts w:ascii="Arial" w:hAnsi="Arial" w:cs="Arial"/>
        </w:rPr>
        <w:t>% da planilha incide a alíquota de ISS. Portanto, para</w:t>
      </w:r>
      <w:r w:rsidR="0046238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este percentual da alíquota do ISS de 2%, resulta no valor de </w:t>
      </w:r>
      <w:proofErr w:type="gramStart"/>
      <w:r>
        <w:rPr>
          <w:rFonts w:ascii="Arial" w:hAnsi="Arial" w:cs="Arial"/>
        </w:rPr>
        <w:t>0,</w:t>
      </w:r>
      <w:proofErr w:type="gramEnd"/>
      <w:r w:rsidR="00B03859">
        <w:rPr>
          <w:rFonts w:ascii="Arial" w:hAnsi="Arial" w:cs="Arial"/>
        </w:rPr>
        <w:t>9</w:t>
      </w:r>
      <w:r>
        <w:rPr>
          <w:rFonts w:ascii="Arial" w:hAnsi="Arial" w:cs="Arial"/>
        </w:rPr>
        <w:t>8</w:t>
      </w:r>
      <w:r w:rsidR="00B03859">
        <w:rPr>
          <w:rFonts w:ascii="Arial" w:hAnsi="Arial" w:cs="Arial"/>
        </w:rPr>
        <w:t>872</w:t>
      </w:r>
      <w:r>
        <w:rPr>
          <w:rFonts w:ascii="Arial" w:hAnsi="Arial" w:cs="Arial"/>
        </w:rPr>
        <w:t>%, que compõe o</w:t>
      </w:r>
      <w:r w:rsidR="00B0385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BDI.</w:t>
      </w:r>
    </w:p>
    <w:p w:rsidR="005E2050" w:rsidRPr="00B03859" w:rsidRDefault="005E2050" w:rsidP="00B03859">
      <w:pPr>
        <w:pStyle w:val="Legenda"/>
        <w:pBdr>
          <w:bottom w:val="single" w:sz="4" w:space="1" w:color="auto"/>
        </w:pBdr>
      </w:pPr>
      <w:proofErr w:type="gramStart"/>
      <w:r w:rsidRPr="00B03859">
        <w:lastRenderedPageBreak/>
        <w:t>5</w:t>
      </w:r>
      <w:proofErr w:type="gramEnd"/>
      <w:r w:rsidRPr="00B03859">
        <w:t xml:space="preserve">) BONIFICAÇÃO OU HONORÁRIOS = </w:t>
      </w:r>
      <w:r w:rsidR="00B03859" w:rsidRPr="00B03859">
        <w:t>8,00</w:t>
      </w:r>
      <w:r w:rsidRPr="00B03859">
        <w:t xml:space="preserve"> %</w:t>
      </w:r>
    </w:p>
    <w:p w:rsidR="006F28E1" w:rsidRDefault="005E2050" w:rsidP="005E2050">
      <w:pPr>
        <w:tabs>
          <w:tab w:val="left" w:pos="0"/>
        </w:tabs>
        <w:ind w:firstLine="708"/>
        <w:rPr>
          <w:b/>
        </w:rPr>
      </w:pPr>
      <w:r>
        <w:rPr>
          <w:rFonts w:ascii="Arial" w:hAnsi="Arial" w:cs="Arial"/>
          <w:i/>
          <w:iCs/>
        </w:rPr>
        <w:t>Valor praticado no mercado.</w:t>
      </w:r>
    </w:p>
    <w:p w:rsidR="006F28E1" w:rsidRDefault="006F28E1" w:rsidP="00592080">
      <w:pPr>
        <w:tabs>
          <w:tab w:val="left" w:pos="0"/>
        </w:tabs>
        <w:ind w:firstLine="708"/>
        <w:rPr>
          <w:b/>
        </w:rPr>
      </w:pPr>
    </w:p>
    <w:p w:rsidR="00B22911" w:rsidRDefault="00B22911" w:rsidP="00592080">
      <w:pPr>
        <w:tabs>
          <w:tab w:val="left" w:pos="0"/>
        </w:tabs>
        <w:ind w:firstLine="708"/>
        <w:rPr>
          <w:b/>
        </w:rPr>
      </w:pPr>
    </w:p>
    <w:p w:rsidR="00B22911" w:rsidRDefault="00B22911" w:rsidP="00592080">
      <w:pPr>
        <w:tabs>
          <w:tab w:val="left" w:pos="0"/>
        </w:tabs>
        <w:ind w:firstLine="708"/>
        <w:rPr>
          <w:b/>
        </w:rPr>
      </w:pPr>
    </w:p>
    <w:p w:rsidR="00B22911" w:rsidRDefault="00B22911" w:rsidP="00592080">
      <w:pPr>
        <w:tabs>
          <w:tab w:val="left" w:pos="0"/>
        </w:tabs>
        <w:ind w:firstLine="708"/>
        <w:rPr>
          <w:b/>
        </w:rPr>
      </w:pPr>
    </w:p>
    <w:p w:rsidR="006F28E1" w:rsidRPr="00ED0E22" w:rsidRDefault="006F28E1" w:rsidP="00592080">
      <w:pPr>
        <w:tabs>
          <w:tab w:val="left" w:pos="0"/>
        </w:tabs>
        <w:ind w:firstLine="708"/>
        <w:rPr>
          <w:b/>
        </w:rPr>
      </w:pPr>
    </w:p>
    <w:tbl>
      <w:tblPr>
        <w:tblW w:w="0" w:type="auto"/>
        <w:tblInd w:w="108" w:type="dxa"/>
        <w:tblLook w:val="04A0"/>
      </w:tblPr>
      <w:tblGrid>
        <w:gridCol w:w="9360"/>
      </w:tblGrid>
      <w:tr w:rsidR="006F28E1" w:rsidRPr="00670B9B" w:rsidTr="00A2558C">
        <w:tc>
          <w:tcPr>
            <w:tcW w:w="9360" w:type="dxa"/>
          </w:tcPr>
          <w:p w:rsidR="006F28E1" w:rsidRPr="00670B9B" w:rsidRDefault="006F28E1" w:rsidP="003D17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16276">
              <w:rPr>
                <w:rFonts w:ascii="Segoe UI" w:hAnsi="Segoe UI" w:cs="Segoe UI"/>
                <w:b/>
                <w:color w:val="2A2A2A"/>
                <w:sz w:val="21"/>
                <w:szCs w:val="21"/>
                <w:shd w:val="clear" w:color="auto" w:fill="FFFFFF"/>
              </w:rPr>
              <w:t>JOÃO AUGUSTO DE CARVALHO FILHO</w:t>
            </w:r>
          </w:p>
        </w:tc>
      </w:tr>
      <w:tr w:rsidR="006F28E1" w:rsidRPr="00670B9B" w:rsidTr="00A2558C">
        <w:tc>
          <w:tcPr>
            <w:tcW w:w="9360" w:type="dxa"/>
          </w:tcPr>
          <w:p w:rsidR="006F28E1" w:rsidRPr="00670B9B" w:rsidRDefault="006F28E1" w:rsidP="003D17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6276">
              <w:rPr>
                <w:rFonts w:ascii="Segoe UI" w:hAnsi="Segoe UI" w:cs="Segoe UI"/>
                <w:color w:val="2A2A2A"/>
                <w:sz w:val="21"/>
                <w:szCs w:val="21"/>
                <w:shd w:val="clear" w:color="auto" w:fill="FFFFFF"/>
              </w:rPr>
              <w:t>Mat. DPF 9.000.188</w:t>
            </w:r>
          </w:p>
        </w:tc>
      </w:tr>
      <w:tr w:rsidR="006F28E1" w:rsidRPr="00670B9B" w:rsidTr="00A2558C">
        <w:tc>
          <w:tcPr>
            <w:tcW w:w="9360" w:type="dxa"/>
          </w:tcPr>
          <w:p w:rsidR="006F28E1" w:rsidRPr="00616276" w:rsidRDefault="006F28E1" w:rsidP="003D176A">
            <w:pPr>
              <w:jc w:val="center"/>
              <w:rPr>
                <w:rFonts w:ascii="Segoe UI" w:hAnsi="Segoe UI" w:cs="Segoe UI"/>
                <w:color w:val="2A2A2A"/>
                <w:sz w:val="21"/>
                <w:szCs w:val="21"/>
                <w:shd w:val="clear" w:color="auto" w:fill="FFFFFF"/>
              </w:rPr>
            </w:pPr>
            <w:r w:rsidRPr="00616276">
              <w:rPr>
                <w:rFonts w:ascii="Segoe UI" w:hAnsi="Segoe UI" w:cs="Segoe UI"/>
                <w:color w:val="2A2A2A"/>
                <w:sz w:val="21"/>
                <w:szCs w:val="21"/>
                <w:shd w:val="clear" w:color="auto" w:fill="FFFFFF"/>
              </w:rPr>
              <w:t>Registro no CREA: PE007811</w:t>
            </w:r>
          </w:p>
          <w:p w:rsidR="006F28E1" w:rsidRPr="00616276" w:rsidRDefault="006F28E1" w:rsidP="003D176A">
            <w:pPr>
              <w:jc w:val="center"/>
              <w:rPr>
                <w:rFonts w:ascii="Segoe UI" w:hAnsi="Segoe UI" w:cs="Segoe UI"/>
                <w:color w:val="2A2A2A"/>
                <w:sz w:val="21"/>
                <w:szCs w:val="21"/>
                <w:shd w:val="clear" w:color="auto" w:fill="FFFFFF"/>
              </w:rPr>
            </w:pPr>
            <w:r w:rsidRPr="00616276">
              <w:rPr>
                <w:rFonts w:ascii="Segoe UI" w:hAnsi="Segoe UI" w:cs="Segoe UI"/>
                <w:color w:val="2A2A2A"/>
                <w:sz w:val="21"/>
                <w:szCs w:val="21"/>
                <w:shd w:val="clear" w:color="auto" w:fill="FFFFFF"/>
              </w:rPr>
              <w:t>Registro Nacional: 180079461-4</w:t>
            </w:r>
          </w:p>
          <w:p w:rsidR="006F28E1" w:rsidRPr="00670B9B" w:rsidRDefault="006F28E1" w:rsidP="003D17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E4DB6" w:rsidRPr="00ED0E22" w:rsidRDefault="009E4DB6" w:rsidP="00B03859">
      <w:pPr>
        <w:ind w:right="-18"/>
        <w:rPr>
          <w:b/>
        </w:rPr>
      </w:pPr>
    </w:p>
    <w:sectPr w:rsidR="009E4DB6" w:rsidRPr="00ED0E22" w:rsidSect="004D6663">
      <w:headerReference w:type="default" r:id="rId7"/>
      <w:footerReference w:type="default" r:id="rId8"/>
      <w:pgSz w:w="11907" w:h="16840" w:code="9"/>
      <w:pgMar w:top="1079" w:right="1134" w:bottom="1258" w:left="1418" w:header="899" w:footer="9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5B98" w:rsidRDefault="00895B98">
      <w:r>
        <w:separator/>
      </w:r>
    </w:p>
  </w:endnote>
  <w:endnote w:type="continuationSeparator" w:id="0">
    <w:p w:rsidR="00895B98" w:rsidRDefault="00895B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151" w:rsidRDefault="00834151">
    <w:pPr>
      <w:pStyle w:val="Rodap"/>
    </w:pPr>
    <w:r>
      <w:t>_____________________________________________________________________________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5B98" w:rsidRDefault="00895B98">
      <w:r>
        <w:separator/>
      </w:r>
    </w:p>
  </w:footnote>
  <w:footnote w:type="continuationSeparator" w:id="0">
    <w:p w:rsidR="00895B98" w:rsidRDefault="00895B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B57" w:rsidRPr="009A6C42" w:rsidRDefault="0015186E" w:rsidP="009A6C42">
    <w:pPr>
      <w:pStyle w:val="Cabealho"/>
      <w:jc w:val="right"/>
      <w:rPr>
        <w:rFonts w:ascii="Arial" w:hAnsi="Arial" w:cs="Arial"/>
        <w:sz w:val="16"/>
        <w:szCs w:val="16"/>
      </w:rPr>
    </w:pPr>
    <w:r w:rsidRPr="0015186E">
      <w:rPr>
        <w:rFonts w:ascii="Arial" w:hAnsi="Arial" w:cs="Arial"/>
        <w:noProof/>
        <w:sz w:val="28"/>
        <w:szCs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2" type="#_x0000_t202" style="position:absolute;left:0;text-align:left;margin-left:-5.25pt;margin-top:.2pt;width:45pt;height:54pt;z-index:251657728" filled="f" stroked="f">
          <v:textbox style="mso-next-textbox:#_x0000_s2092">
            <w:txbxContent>
              <w:p w:rsidR="00314095" w:rsidRDefault="00E01D93" w:rsidP="00314095">
                <w:r>
                  <w:rPr>
                    <w:noProof/>
                  </w:rPr>
                  <w:drawing>
                    <wp:inline distT="0" distB="0" distL="0" distR="0">
                      <wp:extent cx="428625" cy="561975"/>
                      <wp:effectExtent l="19050" t="0" r="9525" b="0"/>
                      <wp:docPr id="3" name="Imagem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28625" cy="5619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9A6C42">
      <w:rPr>
        <w:rFonts w:ascii="Arial" w:hAnsi="Arial" w:cs="Arial"/>
        <w:sz w:val="16"/>
      </w:rPr>
      <w:t xml:space="preserve">                                                                                </w:t>
    </w:r>
  </w:p>
  <w:p w:rsidR="00314095" w:rsidRDefault="00314095" w:rsidP="00314095">
    <w:pPr>
      <w:tabs>
        <w:tab w:val="left" w:pos="0"/>
      </w:tabs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sz w:val="28"/>
        <w:szCs w:val="28"/>
      </w:rPr>
      <w:t xml:space="preserve">  </w:t>
    </w:r>
    <w:r w:rsidR="00284428">
      <w:rPr>
        <w:rFonts w:ascii="Arial" w:hAnsi="Arial" w:cs="Arial"/>
        <w:sz w:val="28"/>
        <w:szCs w:val="28"/>
      </w:rPr>
      <w:t xml:space="preserve">      </w:t>
    </w:r>
    <w:r>
      <w:rPr>
        <w:rFonts w:ascii="Arial" w:hAnsi="Arial" w:cs="Arial"/>
        <w:b/>
        <w:sz w:val="40"/>
        <w:szCs w:val="40"/>
      </w:rPr>
      <w:t>DPF</w:t>
    </w:r>
    <w:r>
      <w:rPr>
        <w:rFonts w:ascii="Arial" w:hAnsi="Arial" w:cs="Arial"/>
        <w:b/>
        <w:sz w:val="36"/>
        <w:szCs w:val="36"/>
      </w:rPr>
      <w:t xml:space="preserve"> </w:t>
    </w:r>
    <w:r w:rsidR="00675970">
      <w:rPr>
        <w:rFonts w:ascii="Arial" w:hAnsi="Arial" w:cs="Arial"/>
        <w:b/>
        <w:sz w:val="36"/>
        <w:szCs w:val="36"/>
      </w:rPr>
      <w:t xml:space="preserve">   </w:t>
    </w:r>
    <w:r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28"/>
        <w:szCs w:val="28"/>
      </w:rPr>
      <w:t>ANEXO</w:t>
    </w:r>
    <w:r w:rsidR="00675970">
      <w:rPr>
        <w:rFonts w:ascii="Arial" w:hAnsi="Arial" w:cs="Arial"/>
        <w:b/>
        <w:sz w:val="28"/>
        <w:szCs w:val="28"/>
      </w:rPr>
      <w:t xml:space="preserve"> V</w:t>
    </w:r>
    <w:r>
      <w:rPr>
        <w:rFonts w:ascii="Arial" w:hAnsi="Arial" w:cs="Arial"/>
        <w:b/>
        <w:sz w:val="28"/>
        <w:szCs w:val="28"/>
      </w:rPr>
      <w:t xml:space="preserve"> </w:t>
    </w:r>
    <w:r w:rsidRPr="00314095">
      <w:rPr>
        <w:rFonts w:ascii="Arial" w:hAnsi="Arial" w:cs="Arial"/>
        <w:b/>
      </w:rPr>
      <w:t>JUSTIFICATIVAS À COMPOSIÇÃO DO BDI</w:t>
    </w:r>
  </w:p>
  <w:p w:rsidR="00314095" w:rsidRDefault="00314095" w:rsidP="00314095">
    <w:pPr>
      <w:rPr>
        <w:rFonts w:ascii="Arial" w:hAnsi="Arial" w:cs="Arial"/>
        <w:sz w:val="20"/>
        <w:szCs w:val="20"/>
      </w:rPr>
    </w:pPr>
    <w:r>
      <w:rPr>
        <w:rFonts w:ascii="Arial" w:hAnsi="Arial" w:cs="Arial"/>
        <w:sz w:val="28"/>
        <w:szCs w:val="28"/>
      </w:rPr>
      <w:t xml:space="preserve">          </w:t>
    </w:r>
    <w:r>
      <w:rPr>
        <w:rFonts w:ascii="Arial" w:hAnsi="Arial" w:cs="Arial"/>
        <w:sz w:val="32"/>
        <w:szCs w:val="32"/>
      </w:rPr>
      <w:t>DEOB/CPLAM/DLOG</w:t>
    </w:r>
    <w:r>
      <w:rPr>
        <w:rFonts w:ascii="Arial" w:hAnsi="Arial" w:cs="Arial"/>
        <w:sz w:val="28"/>
        <w:szCs w:val="28"/>
      </w:rPr>
      <w:t xml:space="preserve"> </w:t>
    </w:r>
  </w:p>
  <w:p w:rsidR="00314095" w:rsidRDefault="00314095" w:rsidP="00314095">
    <w:pPr>
      <w:rPr>
        <w:rFonts w:ascii="Arial" w:hAnsi="Arial" w:cs="Arial"/>
        <w:sz w:val="12"/>
        <w:szCs w:val="12"/>
      </w:rPr>
    </w:pPr>
  </w:p>
  <w:tbl>
    <w:tblPr>
      <w:tblW w:w="9360" w:type="dxa"/>
      <w:tblInd w:w="108" w:type="dxa"/>
      <w:tblBorders>
        <w:top w:val="single" w:sz="4" w:space="0" w:color="auto"/>
        <w:bottom w:val="single" w:sz="4" w:space="0" w:color="auto"/>
      </w:tblBorders>
      <w:tblLook w:val="01E0"/>
    </w:tblPr>
    <w:tblGrid>
      <w:gridCol w:w="7380"/>
      <w:gridCol w:w="1980"/>
    </w:tblGrid>
    <w:tr w:rsidR="00314095">
      <w:trPr>
        <w:cantSplit/>
      </w:trPr>
      <w:tc>
        <w:tcPr>
          <w:tcW w:w="7380" w:type="dxa"/>
          <w:vMerge w:val="restart"/>
        </w:tcPr>
        <w:p w:rsidR="0089623C" w:rsidRPr="002D010A" w:rsidRDefault="00461565" w:rsidP="0089623C">
          <w:pPr>
            <w:jc w:val="both"/>
            <w:rPr>
              <w:rFonts w:ascii="Arial" w:hAnsi="Arial" w:cs="Arial"/>
              <w:b/>
              <w:sz w:val="22"/>
              <w:szCs w:val="22"/>
            </w:rPr>
          </w:pPr>
          <w:r w:rsidRPr="00461565">
            <w:rPr>
              <w:rFonts w:ascii="Arial" w:hAnsi="Arial" w:cs="Arial"/>
              <w:b/>
              <w:sz w:val="22"/>
              <w:szCs w:val="22"/>
            </w:rPr>
            <w:t>Construção das Baias para Cães do SECAN - DPF/DF</w:t>
          </w:r>
        </w:p>
      </w:tc>
      <w:tc>
        <w:tcPr>
          <w:tcW w:w="1980" w:type="dxa"/>
        </w:tcPr>
        <w:p w:rsidR="00314095" w:rsidRDefault="00314095" w:rsidP="00793484">
          <w:pPr>
            <w:jc w:val="center"/>
            <w:rPr>
              <w:rFonts w:ascii="Arial" w:hAnsi="Arial" w:cs="Arial"/>
              <w:b/>
            </w:rPr>
          </w:pPr>
        </w:p>
      </w:tc>
    </w:tr>
    <w:tr w:rsidR="00314095">
      <w:trPr>
        <w:cantSplit/>
      </w:trPr>
      <w:tc>
        <w:tcPr>
          <w:tcW w:w="7380" w:type="dxa"/>
          <w:vMerge/>
        </w:tcPr>
        <w:p w:rsidR="00314095" w:rsidRDefault="00314095" w:rsidP="00793484">
          <w:pPr>
            <w:rPr>
              <w:rFonts w:ascii="Arial" w:hAnsi="Arial" w:cs="Arial"/>
            </w:rPr>
          </w:pPr>
        </w:p>
      </w:tc>
      <w:tc>
        <w:tcPr>
          <w:tcW w:w="1980" w:type="dxa"/>
        </w:tcPr>
        <w:p w:rsidR="00314095" w:rsidRPr="002B27F2" w:rsidRDefault="00314095" w:rsidP="0089623C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2B27F2">
            <w:rPr>
              <w:rFonts w:ascii="Arial" w:hAnsi="Arial" w:cs="Arial"/>
              <w:b/>
              <w:sz w:val="22"/>
              <w:szCs w:val="22"/>
            </w:rPr>
            <w:t xml:space="preserve">Página </w:t>
          </w:r>
          <w:r w:rsidR="0015186E" w:rsidRPr="002B27F2">
            <w:rPr>
              <w:rStyle w:val="Nmerodepgina"/>
              <w:rFonts w:ascii="Arial" w:hAnsi="Arial" w:cs="Arial"/>
              <w:b/>
              <w:sz w:val="22"/>
              <w:szCs w:val="22"/>
            </w:rPr>
            <w:fldChar w:fldCharType="begin"/>
          </w:r>
          <w:r w:rsidRPr="002B27F2">
            <w:rPr>
              <w:rStyle w:val="Nmerodepgina"/>
              <w:rFonts w:ascii="Arial" w:hAnsi="Arial" w:cs="Arial"/>
              <w:b/>
              <w:sz w:val="22"/>
              <w:szCs w:val="22"/>
            </w:rPr>
            <w:instrText xml:space="preserve"> PAGE </w:instrText>
          </w:r>
          <w:r w:rsidR="0015186E" w:rsidRPr="002B27F2">
            <w:rPr>
              <w:rStyle w:val="Nmerodepgina"/>
              <w:rFonts w:ascii="Arial" w:hAnsi="Arial" w:cs="Arial"/>
              <w:b/>
              <w:sz w:val="22"/>
              <w:szCs w:val="22"/>
            </w:rPr>
            <w:fldChar w:fldCharType="separate"/>
          </w:r>
          <w:r w:rsidR="003D176A">
            <w:rPr>
              <w:rStyle w:val="Nmerodepgina"/>
              <w:rFonts w:ascii="Arial" w:hAnsi="Arial" w:cs="Arial"/>
              <w:b/>
              <w:noProof/>
              <w:sz w:val="22"/>
              <w:szCs w:val="22"/>
            </w:rPr>
            <w:t>1</w:t>
          </w:r>
          <w:r w:rsidR="0015186E" w:rsidRPr="002B27F2">
            <w:rPr>
              <w:rStyle w:val="Nmerodepgina"/>
              <w:rFonts w:ascii="Arial" w:hAnsi="Arial" w:cs="Arial"/>
              <w:b/>
              <w:sz w:val="22"/>
              <w:szCs w:val="22"/>
            </w:rPr>
            <w:fldChar w:fldCharType="end"/>
          </w:r>
          <w:r w:rsidRPr="002B27F2">
            <w:rPr>
              <w:rStyle w:val="Nmerodepgina"/>
              <w:rFonts w:ascii="Arial" w:hAnsi="Arial" w:cs="Arial"/>
              <w:b/>
              <w:sz w:val="22"/>
              <w:szCs w:val="22"/>
            </w:rPr>
            <w:t>/</w:t>
          </w:r>
          <w:r w:rsidR="0015186E" w:rsidRPr="002B27F2">
            <w:rPr>
              <w:rStyle w:val="Nmerodepgina"/>
              <w:rFonts w:ascii="Arial" w:hAnsi="Arial" w:cs="Arial"/>
              <w:b/>
              <w:sz w:val="22"/>
              <w:szCs w:val="22"/>
            </w:rPr>
            <w:fldChar w:fldCharType="begin"/>
          </w:r>
          <w:r w:rsidRPr="002B27F2">
            <w:rPr>
              <w:rStyle w:val="Nmerodepgina"/>
              <w:rFonts w:ascii="Arial" w:hAnsi="Arial" w:cs="Arial"/>
              <w:b/>
              <w:sz w:val="22"/>
              <w:szCs w:val="22"/>
            </w:rPr>
            <w:instrText xml:space="preserve"> NUMPAGES </w:instrText>
          </w:r>
          <w:r w:rsidR="0015186E" w:rsidRPr="002B27F2">
            <w:rPr>
              <w:rStyle w:val="Nmerodepgina"/>
              <w:rFonts w:ascii="Arial" w:hAnsi="Arial" w:cs="Arial"/>
              <w:b/>
              <w:sz w:val="22"/>
              <w:szCs w:val="22"/>
            </w:rPr>
            <w:fldChar w:fldCharType="separate"/>
          </w:r>
          <w:r w:rsidR="003D176A">
            <w:rPr>
              <w:rStyle w:val="Nmerodepgina"/>
              <w:rFonts w:ascii="Arial" w:hAnsi="Arial" w:cs="Arial"/>
              <w:b/>
              <w:noProof/>
              <w:sz w:val="22"/>
              <w:szCs w:val="22"/>
            </w:rPr>
            <w:t>2</w:t>
          </w:r>
          <w:r w:rsidR="0015186E" w:rsidRPr="002B27F2">
            <w:rPr>
              <w:rStyle w:val="Nmerodepgina"/>
              <w:rFonts w:ascii="Arial" w:hAnsi="Arial" w:cs="Arial"/>
              <w:b/>
              <w:sz w:val="22"/>
              <w:szCs w:val="22"/>
            </w:rPr>
            <w:fldChar w:fldCharType="end"/>
          </w:r>
        </w:p>
      </w:tc>
    </w:tr>
  </w:tbl>
  <w:p w:rsidR="00252B57" w:rsidRDefault="00252B57">
    <w:pPr>
      <w:pStyle w:val="Cabealho"/>
      <w:jc w:val="center"/>
      <w:rPr>
        <w:rFonts w:ascii="Arial" w:hAnsi="Arial" w:cs="Arial"/>
        <w:sz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312AE"/>
    <w:multiLevelType w:val="hybridMultilevel"/>
    <w:tmpl w:val="693CC454"/>
    <w:lvl w:ilvl="0" w:tplc="38A439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4CAB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76EE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9652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E034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2EEF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84289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D66F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B84F9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727CFD"/>
    <w:multiLevelType w:val="hybridMultilevel"/>
    <w:tmpl w:val="C96A966A"/>
    <w:lvl w:ilvl="0" w:tplc="A4D4FD10">
      <w:start w:val="1"/>
      <w:numFmt w:val="lowerLetter"/>
      <w:lvlText w:val="%1)"/>
      <w:lvlJc w:val="left"/>
      <w:pPr>
        <w:tabs>
          <w:tab w:val="num" w:pos="2203"/>
        </w:tabs>
        <w:ind w:left="2203" w:hanging="360"/>
      </w:pPr>
      <w:rPr>
        <w:rFonts w:hint="default"/>
      </w:rPr>
    </w:lvl>
    <w:lvl w:ilvl="1" w:tplc="F73C3A64" w:tentative="1">
      <w:start w:val="1"/>
      <w:numFmt w:val="lowerLetter"/>
      <w:lvlText w:val="%2."/>
      <w:lvlJc w:val="left"/>
      <w:pPr>
        <w:tabs>
          <w:tab w:val="num" w:pos="2923"/>
        </w:tabs>
        <w:ind w:left="2923" w:hanging="360"/>
      </w:pPr>
    </w:lvl>
    <w:lvl w:ilvl="2" w:tplc="6510A03E" w:tentative="1">
      <w:start w:val="1"/>
      <w:numFmt w:val="lowerRoman"/>
      <w:lvlText w:val="%3."/>
      <w:lvlJc w:val="right"/>
      <w:pPr>
        <w:tabs>
          <w:tab w:val="num" w:pos="3643"/>
        </w:tabs>
        <w:ind w:left="3643" w:hanging="180"/>
      </w:pPr>
    </w:lvl>
    <w:lvl w:ilvl="3" w:tplc="00F88E90" w:tentative="1">
      <w:start w:val="1"/>
      <w:numFmt w:val="decimal"/>
      <w:lvlText w:val="%4."/>
      <w:lvlJc w:val="left"/>
      <w:pPr>
        <w:tabs>
          <w:tab w:val="num" w:pos="4363"/>
        </w:tabs>
        <w:ind w:left="4363" w:hanging="360"/>
      </w:pPr>
    </w:lvl>
    <w:lvl w:ilvl="4" w:tplc="C7A20BBE" w:tentative="1">
      <w:start w:val="1"/>
      <w:numFmt w:val="lowerLetter"/>
      <w:lvlText w:val="%5."/>
      <w:lvlJc w:val="left"/>
      <w:pPr>
        <w:tabs>
          <w:tab w:val="num" w:pos="5083"/>
        </w:tabs>
        <w:ind w:left="5083" w:hanging="360"/>
      </w:pPr>
    </w:lvl>
    <w:lvl w:ilvl="5" w:tplc="EA267414" w:tentative="1">
      <w:start w:val="1"/>
      <w:numFmt w:val="lowerRoman"/>
      <w:lvlText w:val="%6."/>
      <w:lvlJc w:val="right"/>
      <w:pPr>
        <w:tabs>
          <w:tab w:val="num" w:pos="5803"/>
        </w:tabs>
        <w:ind w:left="5803" w:hanging="180"/>
      </w:pPr>
    </w:lvl>
    <w:lvl w:ilvl="6" w:tplc="BDACFE12" w:tentative="1">
      <w:start w:val="1"/>
      <w:numFmt w:val="decimal"/>
      <w:lvlText w:val="%7."/>
      <w:lvlJc w:val="left"/>
      <w:pPr>
        <w:tabs>
          <w:tab w:val="num" w:pos="6523"/>
        </w:tabs>
        <w:ind w:left="6523" w:hanging="360"/>
      </w:pPr>
    </w:lvl>
    <w:lvl w:ilvl="7" w:tplc="BA2264EE" w:tentative="1">
      <w:start w:val="1"/>
      <w:numFmt w:val="lowerLetter"/>
      <w:lvlText w:val="%8."/>
      <w:lvlJc w:val="left"/>
      <w:pPr>
        <w:tabs>
          <w:tab w:val="num" w:pos="7243"/>
        </w:tabs>
        <w:ind w:left="7243" w:hanging="360"/>
      </w:pPr>
    </w:lvl>
    <w:lvl w:ilvl="8" w:tplc="804083A2" w:tentative="1">
      <w:start w:val="1"/>
      <w:numFmt w:val="lowerRoman"/>
      <w:lvlText w:val="%9."/>
      <w:lvlJc w:val="right"/>
      <w:pPr>
        <w:tabs>
          <w:tab w:val="num" w:pos="7963"/>
        </w:tabs>
        <w:ind w:left="7963" w:hanging="180"/>
      </w:pPr>
    </w:lvl>
  </w:abstractNum>
  <w:abstractNum w:abstractNumId="2">
    <w:nsid w:val="14F77F1D"/>
    <w:multiLevelType w:val="hybridMultilevel"/>
    <w:tmpl w:val="D184628C"/>
    <w:lvl w:ilvl="0" w:tplc="0416000F">
      <w:start w:val="3"/>
      <w:numFmt w:val="upperRoman"/>
      <w:lvlText w:val="%1)"/>
      <w:lvlJc w:val="left"/>
      <w:pPr>
        <w:tabs>
          <w:tab w:val="num" w:pos="720"/>
        </w:tabs>
        <w:ind w:left="420" w:hanging="420"/>
      </w:pPr>
      <w:rPr>
        <w:rFonts w:hint="default"/>
        <w:b/>
        <w:i w:val="0"/>
        <w:color w:val="000000"/>
      </w:rPr>
    </w:lvl>
    <w:lvl w:ilvl="1" w:tplc="0416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AE904B4"/>
    <w:multiLevelType w:val="multilevel"/>
    <w:tmpl w:val="53CC3A7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360"/>
        </w:tabs>
        <w:ind w:left="-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540"/>
        </w:tabs>
        <w:ind w:left="-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080"/>
        </w:tabs>
        <w:ind w:left="-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60"/>
        </w:tabs>
        <w:ind w:left="-1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1800"/>
        </w:tabs>
        <w:ind w:left="-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980"/>
        </w:tabs>
        <w:ind w:left="-19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520"/>
        </w:tabs>
        <w:ind w:left="-2520" w:hanging="1800"/>
      </w:pPr>
      <w:rPr>
        <w:rFonts w:hint="default"/>
      </w:rPr>
    </w:lvl>
  </w:abstractNum>
  <w:abstractNum w:abstractNumId="4">
    <w:nsid w:val="1B3A2ABC"/>
    <w:multiLevelType w:val="hybridMultilevel"/>
    <w:tmpl w:val="1054B95C"/>
    <w:lvl w:ilvl="0" w:tplc="CECE579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1" w:tplc="0416000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</w:rPr>
    </w:lvl>
    <w:lvl w:ilvl="2" w:tplc="0416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4A685F"/>
    <w:multiLevelType w:val="hybridMultilevel"/>
    <w:tmpl w:val="2CC04D70"/>
    <w:lvl w:ilvl="0" w:tplc="4620C420">
      <w:start w:val="2"/>
      <w:numFmt w:val="bullet"/>
      <w:lvlText w:val=""/>
      <w:lvlJc w:val="left"/>
      <w:pPr>
        <w:tabs>
          <w:tab w:val="num" w:pos="0"/>
        </w:tabs>
        <w:ind w:left="0" w:hanging="540"/>
      </w:pPr>
      <w:rPr>
        <w:rFonts w:ascii="Wingdings" w:eastAsia="Times New Roman" w:hAnsi="Wingdings" w:cs="Arial" w:hint="default"/>
      </w:rPr>
    </w:lvl>
    <w:lvl w:ilvl="1" w:tplc="74044C7A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7A742786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C65091DA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DC66C916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D1DC7456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7CE617FE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B5FE5E1A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A238D756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6">
    <w:nsid w:val="1DB13E4E"/>
    <w:multiLevelType w:val="hybridMultilevel"/>
    <w:tmpl w:val="2C2E45E8"/>
    <w:lvl w:ilvl="0" w:tplc="BCFCBBC6">
      <w:start w:val="4"/>
      <w:numFmt w:val="bullet"/>
      <w:lvlText w:val=""/>
      <w:lvlJc w:val="left"/>
      <w:pPr>
        <w:tabs>
          <w:tab w:val="num" w:pos="0"/>
        </w:tabs>
        <w:ind w:left="0" w:hanging="540"/>
      </w:pPr>
      <w:rPr>
        <w:rFonts w:ascii="Wingdings" w:eastAsia="Times New Roman" w:hAnsi="Wingdings" w:cs="Arial" w:hint="default"/>
      </w:rPr>
    </w:lvl>
    <w:lvl w:ilvl="1" w:tplc="B47EFC28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7">
    <w:nsid w:val="2886530E"/>
    <w:multiLevelType w:val="hybridMultilevel"/>
    <w:tmpl w:val="1054B95C"/>
    <w:lvl w:ilvl="0" w:tplc="007009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1" w:tplc="0416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EB083C"/>
    <w:multiLevelType w:val="hybridMultilevel"/>
    <w:tmpl w:val="3E467524"/>
    <w:lvl w:ilvl="0" w:tplc="FFAE478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</w:rPr>
    </w:lvl>
    <w:lvl w:ilvl="1" w:tplc="041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2A1B1217"/>
    <w:multiLevelType w:val="hybridMultilevel"/>
    <w:tmpl w:val="27020100"/>
    <w:lvl w:ilvl="0" w:tplc="43A697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1" w:tplc="B47EFC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D64308"/>
    <w:multiLevelType w:val="hybridMultilevel"/>
    <w:tmpl w:val="0866B478"/>
    <w:lvl w:ilvl="0" w:tplc="B47EFC28">
      <w:start w:val="4"/>
      <w:numFmt w:val="bullet"/>
      <w:lvlText w:val=""/>
      <w:lvlJc w:val="left"/>
      <w:pPr>
        <w:tabs>
          <w:tab w:val="num" w:pos="0"/>
        </w:tabs>
        <w:ind w:left="0" w:hanging="540"/>
      </w:pPr>
      <w:rPr>
        <w:rFonts w:ascii="Wingdings" w:eastAsia="Times New Roman" w:hAnsi="Wingdings" w:cs="Aria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1">
    <w:nsid w:val="36256375"/>
    <w:multiLevelType w:val="hybridMultilevel"/>
    <w:tmpl w:val="AE2EBE14"/>
    <w:lvl w:ilvl="0" w:tplc="B47EFC28">
      <w:start w:val="1"/>
      <w:numFmt w:val="decimal"/>
      <w:lvlText w:val="%1."/>
      <w:lvlJc w:val="left"/>
      <w:pPr>
        <w:tabs>
          <w:tab w:val="num" w:pos="2203"/>
        </w:tabs>
        <w:ind w:left="0" w:firstLine="1843"/>
      </w:pPr>
      <w:rPr>
        <w:rFonts w:hint="default"/>
        <w:color w:val="000000"/>
      </w:rPr>
    </w:lvl>
    <w:lvl w:ilvl="1" w:tplc="04160003" w:tentative="1">
      <w:start w:val="1"/>
      <w:numFmt w:val="lowerLetter"/>
      <w:lvlText w:val="%2."/>
      <w:lvlJc w:val="left"/>
      <w:pPr>
        <w:tabs>
          <w:tab w:val="num" w:pos="3283"/>
        </w:tabs>
        <w:ind w:left="3283" w:hanging="360"/>
      </w:pPr>
    </w:lvl>
    <w:lvl w:ilvl="2" w:tplc="04160005" w:tentative="1">
      <w:start w:val="1"/>
      <w:numFmt w:val="lowerRoman"/>
      <w:lvlText w:val="%3."/>
      <w:lvlJc w:val="right"/>
      <w:pPr>
        <w:tabs>
          <w:tab w:val="num" w:pos="4003"/>
        </w:tabs>
        <w:ind w:left="4003" w:hanging="180"/>
      </w:pPr>
    </w:lvl>
    <w:lvl w:ilvl="3" w:tplc="04160001" w:tentative="1">
      <w:start w:val="1"/>
      <w:numFmt w:val="decimal"/>
      <w:lvlText w:val="%4."/>
      <w:lvlJc w:val="left"/>
      <w:pPr>
        <w:tabs>
          <w:tab w:val="num" w:pos="4723"/>
        </w:tabs>
        <w:ind w:left="4723" w:hanging="360"/>
      </w:pPr>
    </w:lvl>
    <w:lvl w:ilvl="4" w:tplc="04160003" w:tentative="1">
      <w:start w:val="1"/>
      <w:numFmt w:val="lowerLetter"/>
      <w:lvlText w:val="%5."/>
      <w:lvlJc w:val="left"/>
      <w:pPr>
        <w:tabs>
          <w:tab w:val="num" w:pos="5443"/>
        </w:tabs>
        <w:ind w:left="5443" w:hanging="360"/>
      </w:pPr>
    </w:lvl>
    <w:lvl w:ilvl="5" w:tplc="04160005" w:tentative="1">
      <w:start w:val="1"/>
      <w:numFmt w:val="lowerRoman"/>
      <w:lvlText w:val="%6."/>
      <w:lvlJc w:val="right"/>
      <w:pPr>
        <w:tabs>
          <w:tab w:val="num" w:pos="6163"/>
        </w:tabs>
        <w:ind w:left="6163" w:hanging="180"/>
      </w:pPr>
    </w:lvl>
    <w:lvl w:ilvl="6" w:tplc="04160001" w:tentative="1">
      <w:start w:val="1"/>
      <w:numFmt w:val="decimal"/>
      <w:lvlText w:val="%7."/>
      <w:lvlJc w:val="left"/>
      <w:pPr>
        <w:tabs>
          <w:tab w:val="num" w:pos="6883"/>
        </w:tabs>
        <w:ind w:left="6883" w:hanging="360"/>
      </w:pPr>
    </w:lvl>
    <w:lvl w:ilvl="7" w:tplc="04160003" w:tentative="1">
      <w:start w:val="1"/>
      <w:numFmt w:val="lowerLetter"/>
      <w:lvlText w:val="%8."/>
      <w:lvlJc w:val="left"/>
      <w:pPr>
        <w:tabs>
          <w:tab w:val="num" w:pos="7603"/>
        </w:tabs>
        <w:ind w:left="7603" w:hanging="360"/>
      </w:pPr>
    </w:lvl>
    <w:lvl w:ilvl="8" w:tplc="04160005" w:tentative="1">
      <w:start w:val="1"/>
      <w:numFmt w:val="lowerRoman"/>
      <w:lvlText w:val="%9."/>
      <w:lvlJc w:val="right"/>
      <w:pPr>
        <w:tabs>
          <w:tab w:val="num" w:pos="8323"/>
        </w:tabs>
        <w:ind w:left="8323" w:hanging="180"/>
      </w:pPr>
    </w:lvl>
  </w:abstractNum>
  <w:abstractNum w:abstractNumId="12">
    <w:nsid w:val="43C355A3"/>
    <w:multiLevelType w:val="multilevel"/>
    <w:tmpl w:val="3BA0DD20"/>
    <w:lvl w:ilvl="0">
      <w:start w:val="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360"/>
        </w:tabs>
        <w:ind w:left="-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540"/>
        </w:tabs>
        <w:ind w:left="-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080"/>
        </w:tabs>
        <w:ind w:left="-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60"/>
        </w:tabs>
        <w:ind w:left="-1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1800"/>
        </w:tabs>
        <w:ind w:left="-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980"/>
        </w:tabs>
        <w:ind w:left="-19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520"/>
        </w:tabs>
        <w:ind w:left="-2520" w:hanging="1800"/>
      </w:pPr>
      <w:rPr>
        <w:rFonts w:hint="default"/>
      </w:rPr>
    </w:lvl>
  </w:abstractNum>
  <w:abstractNum w:abstractNumId="13">
    <w:nsid w:val="49C12DFD"/>
    <w:multiLevelType w:val="hybridMultilevel"/>
    <w:tmpl w:val="38A21C9A"/>
    <w:lvl w:ilvl="0" w:tplc="0416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36461C"/>
    <w:multiLevelType w:val="hybridMultilevel"/>
    <w:tmpl w:val="1054B95C"/>
    <w:lvl w:ilvl="0" w:tplc="43E056F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16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</w:rPr>
    </w:lvl>
    <w:lvl w:ilvl="2" w:tplc="0416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95A1AFD"/>
    <w:multiLevelType w:val="hybridMultilevel"/>
    <w:tmpl w:val="7F821E12"/>
    <w:lvl w:ilvl="0" w:tplc="0416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9D5D37"/>
    <w:multiLevelType w:val="hybridMultilevel"/>
    <w:tmpl w:val="7DE686A0"/>
    <w:lvl w:ilvl="0" w:tplc="2F1E17EC">
      <w:start w:val="3"/>
      <w:numFmt w:val="bullet"/>
      <w:lvlText w:val=""/>
      <w:lvlJc w:val="left"/>
      <w:pPr>
        <w:tabs>
          <w:tab w:val="num" w:pos="0"/>
        </w:tabs>
        <w:ind w:left="0" w:hanging="540"/>
      </w:pPr>
      <w:rPr>
        <w:rFonts w:ascii="Wingdings" w:eastAsia="Times New Roman" w:hAnsi="Wingdings" w:cs="Arial" w:hint="default"/>
      </w:rPr>
    </w:lvl>
    <w:lvl w:ilvl="1" w:tplc="0FD26968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149AA7B4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337C9A6E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7BAD74C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39F25208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4C1068DE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ABD0ED08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1116B7C6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7">
    <w:nsid w:val="5EAD54B5"/>
    <w:multiLevelType w:val="hybridMultilevel"/>
    <w:tmpl w:val="EAC40BD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DA7C58"/>
    <w:multiLevelType w:val="hybridMultilevel"/>
    <w:tmpl w:val="2D3CCFF4"/>
    <w:lvl w:ilvl="0" w:tplc="7598A1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7EFC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0553736"/>
    <w:multiLevelType w:val="multilevel"/>
    <w:tmpl w:val="C4F0BD36"/>
    <w:lvl w:ilvl="0">
      <w:start w:val="1"/>
      <w:numFmt w:val="upperLetter"/>
      <w:pStyle w:val="ttcontanexoA"/>
      <w:suff w:val="space"/>
      <w:lvlText w:val="Anexo %1 -"/>
      <w:lvlJc w:val="left"/>
      <w:pPr>
        <w:ind w:left="0" w:firstLine="0"/>
      </w:pPr>
      <w:rPr>
        <w:rFonts w:ascii="Arial" w:hAnsi="Arial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40"/>
        <w:vertAlign w:val="baseline"/>
      </w:rPr>
    </w:lvl>
    <w:lvl w:ilvl="1">
      <w:start w:val="1"/>
      <w:numFmt w:val="decimal"/>
      <w:pStyle w:val="ttcontanexoA"/>
      <w:suff w:val="space"/>
      <w:lvlText w:val="%2%1  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>
    <w:nsid w:val="74A52AA2"/>
    <w:multiLevelType w:val="hybridMultilevel"/>
    <w:tmpl w:val="1DFA5F36"/>
    <w:lvl w:ilvl="0" w:tplc="439E9B30">
      <w:start w:val="1"/>
      <w:numFmt w:val="decimal"/>
      <w:lvlText w:val="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2948311A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F8EAF168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AE28BD94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5A3897A8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AE9C4D52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C11E1BBC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44C46E62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219E0446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1">
    <w:nsid w:val="77E01385"/>
    <w:multiLevelType w:val="hybridMultilevel"/>
    <w:tmpl w:val="073E389C"/>
    <w:lvl w:ilvl="0" w:tplc="0416000F">
      <w:start w:val="1"/>
      <w:numFmt w:val="decimal"/>
      <w:lvlText w:val="%1."/>
      <w:lvlJc w:val="left"/>
      <w:pPr>
        <w:tabs>
          <w:tab w:val="num" w:pos="2203"/>
        </w:tabs>
        <w:ind w:left="0" w:firstLine="1843"/>
      </w:pPr>
      <w:rPr>
        <w:rFonts w:hint="default"/>
        <w:color w:val="00000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283"/>
        </w:tabs>
        <w:ind w:left="3283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4003"/>
        </w:tabs>
        <w:ind w:left="4003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723"/>
        </w:tabs>
        <w:ind w:left="4723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443"/>
        </w:tabs>
        <w:ind w:left="5443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163"/>
        </w:tabs>
        <w:ind w:left="6163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883"/>
        </w:tabs>
        <w:ind w:left="6883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603"/>
        </w:tabs>
        <w:ind w:left="7603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323"/>
        </w:tabs>
        <w:ind w:left="8323" w:hanging="180"/>
      </w:pPr>
    </w:lvl>
  </w:abstractNum>
  <w:abstractNum w:abstractNumId="22">
    <w:nsid w:val="79B3137F"/>
    <w:multiLevelType w:val="hybridMultilevel"/>
    <w:tmpl w:val="10B0948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A4494B"/>
    <w:multiLevelType w:val="hybridMultilevel"/>
    <w:tmpl w:val="27020100"/>
    <w:lvl w:ilvl="0" w:tplc="D56E5D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CCD0CB6"/>
    <w:multiLevelType w:val="hybridMultilevel"/>
    <w:tmpl w:val="5CDA9490"/>
    <w:lvl w:ilvl="0" w:tplc="4886BA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6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3"/>
  </w:num>
  <w:num w:numId="3">
    <w:abstractNumId w:val="7"/>
  </w:num>
  <w:num w:numId="4">
    <w:abstractNumId w:val="9"/>
  </w:num>
  <w:num w:numId="5">
    <w:abstractNumId w:val="8"/>
  </w:num>
  <w:num w:numId="6">
    <w:abstractNumId w:val="4"/>
  </w:num>
  <w:num w:numId="7">
    <w:abstractNumId w:val="14"/>
  </w:num>
  <w:num w:numId="8">
    <w:abstractNumId w:val="2"/>
  </w:num>
  <w:num w:numId="9">
    <w:abstractNumId w:val="1"/>
  </w:num>
  <w:num w:numId="10">
    <w:abstractNumId w:val="18"/>
  </w:num>
  <w:num w:numId="11">
    <w:abstractNumId w:val="11"/>
  </w:num>
  <w:num w:numId="12">
    <w:abstractNumId w:val="21"/>
  </w:num>
  <w:num w:numId="13">
    <w:abstractNumId w:val="6"/>
  </w:num>
  <w:num w:numId="14">
    <w:abstractNumId w:val="10"/>
  </w:num>
  <w:num w:numId="15">
    <w:abstractNumId w:val="16"/>
  </w:num>
  <w:num w:numId="16">
    <w:abstractNumId w:val="20"/>
  </w:num>
  <w:num w:numId="17">
    <w:abstractNumId w:val="5"/>
  </w:num>
  <w:num w:numId="18">
    <w:abstractNumId w:val="12"/>
  </w:num>
  <w:num w:numId="19">
    <w:abstractNumId w:val="3"/>
  </w:num>
  <w:num w:numId="20">
    <w:abstractNumId w:val="0"/>
  </w:num>
  <w:num w:numId="21">
    <w:abstractNumId w:val="19"/>
  </w:num>
  <w:num w:numId="22">
    <w:abstractNumId w:val="17"/>
  </w:num>
  <w:num w:numId="23">
    <w:abstractNumId w:val="22"/>
  </w:num>
  <w:num w:numId="24">
    <w:abstractNumId w:val="15"/>
  </w:num>
  <w:num w:numId="2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hyphenationZone w:val="425"/>
  <w:noPunctuationKerning/>
  <w:characterSpacingControl w:val="doNotCompress"/>
  <w:hdrShapeDefaults>
    <o:shapedefaults v:ext="edit" spidmax="6146">
      <o:colormru v:ext="edit" colors="#6cf,#9cf"/>
      <o:colormenu v:ext="edit" fillcolor="#9cf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D0566"/>
    <w:rsid w:val="000078B0"/>
    <w:rsid w:val="0002353C"/>
    <w:rsid w:val="00024C21"/>
    <w:rsid w:val="0003537F"/>
    <w:rsid w:val="00043C38"/>
    <w:rsid w:val="000523DD"/>
    <w:rsid w:val="0005483B"/>
    <w:rsid w:val="0005591F"/>
    <w:rsid w:val="00076A8D"/>
    <w:rsid w:val="000826A1"/>
    <w:rsid w:val="00090CAA"/>
    <w:rsid w:val="0009247E"/>
    <w:rsid w:val="000B66AC"/>
    <w:rsid w:val="000C43BC"/>
    <w:rsid w:val="000E3163"/>
    <w:rsid w:val="000F1D2D"/>
    <w:rsid w:val="00107ABA"/>
    <w:rsid w:val="00125923"/>
    <w:rsid w:val="001515F0"/>
    <w:rsid w:val="0015186E"/>
    <w:rsid w:val="001563CE"/>
    <w:rsid w:val="00156FA1"/>
    <w:rsid w:val="00184849"/>
    <w:rsid w:val="001A41B0"/>
    <w:rsid w:val="001D0566"/>
    <w:rsid w:val="001E1B77"/>
    <w:rsid w:val="001E2AB3"/>
    <w:rsid w:val="00207503"/>
    <w:rsid w:val="0021139F"/>
    <w:rsid w:val="0022616B"/>
    <w:rsid w:val="00247828"/>
    <w:rsid w:val="00252B57"/>
    <w:rsid w:val="00255E9A"/>
    <w:rsid w:val="002566B8"/>
    <w:rsid w:val="002601EC"/>
    <w:rsid w:val="002646D6"/>
    <w:rsid w:val="00284428"/>
    <w:rsid w:val="00294945"/>
    <w:rsid w:val="002A0E7F"/>
    <w:rsid w:val="002A172B"/>
    <w:rsid w:val="002A435C"/>
    <w:rsid w:val="002B7085"/>
    <w:rsid w:val="002D010A"/>
    <w:rsid w:val="002D7128"/>
    <w:rsid w:val="002F7BDF"/>
    <w:rsid w:val="00313719"/>
    <w:rsid w:val="00314095"/>
    <w:rsid w:val="003270A7"/>
    <w:rsid w:val="0034428D"/>
    <w:rsid w:val="00374EC2"/>
    <w:rsid w:val="0038060E"/>
    <w:rsid w:val="00392748"/>
    <w:rsid w:val="00395904"/>
    <w:rsid w:val="003A750A"/>
    <w:rsid w:val="003B5C55"/>
    <w:rsid w:val="003B60D1"/>
    <w:rsid w:val="003C4EBF"/>
    <w:rsid w:val="003D176A"/>
    <w:rsid w:val="003E09CC"/>
    <w:rsid w:val="003E1010"/>
    <w:rsid w:val="003E427C"/>
    <w:rsid w:val="00407B3B"/>
    <w:rsid w:val="00411CF0"/>
    <w:rsid w:val="004127A8"/>
    <w:rsid w:val="00414C83"/>
    <w:rsid w:val="004175D6"/>
    <w:rsid w:val="0042573B"/>
    <w:rsid w:val="00427D0B"/>
    <w:rsid w:val="00434B6C"/>
    <w:rsid w:val="0043699F"/>
    <w:rsid w:val="004377B8"/>
    <w:rsid w:val="00457284"/>
    <w:rsid w:val="004609BF"/>
    <w:rsid w:val="00461565"/>
    <w:rsid w:val="00462387"/>
    <w:rsid w:val="00484471"/>
    <w:rsid w:val="0049641F"/>
    <w:rsid w:val="004A4FAC"/>
    <w:rsid w:val="004A65F0"/>
    <w:rsid w:val="004B1734"/>
    <w:rsid w:val="004B536A"/>
    <w:rsid w:val="004D6663"/>
    <w:rsid w:val="00501802"/>
    <w:rsid w:val="00507F17"/>
    <w:rsid w:val="00510B53"/>
    <w:rsid w:val="005159FC"/>
    <w:rsid w:val="0053746F"/>
    <w:rsid w:val="00571C5B"/>
    <w:rsid w:val="005725E6"/>
    <w:rsid w:val="00580A05"/>
    <w:rsid w:val="00592080"/>
    <w:rsid w:val="00597ACB"/>
    <w:rsid w:val="005B5141"/>
    <w:rsid w:val="005D6BBB"/>
    <w:rsid w:val="005D7C85"/>
    <w:rsid w:val="005E2050"/>
    <w:rsid w:val="006011E0"/>
    <w:rsid w:val="00602BFA"/>
    <w:rsid w:val="006275CA"/>
    <w:rsid w:val="0063091F"/>
    <w:rsid w:val="00655B63"/>
    <w:rsid w:val="00675970"/>
    <w:rsid w:val="00677A0E"/>
    <w:rsid w:val="006801E1"/>
    <w:rsid w:val="00694B68"/>
    <w:rsid w:val="006A5DD8"/>
    <w:rsid w:val="006B4A1D"/>
    <w:rsid w:val="006B7785"/>
    <w:rsid w:val="006C5660"/>
    <w:rsid w:val="006F18C9"/>
    <w:rsid w:val="006F28E1"/>
    <w:rsid w:val="007462A3"/>
    <w:rsid w:val="00755C33"/>
    <w:rsid w:val="00777451"/>
    <w:rsid w:val="00793484"/>
    <w:rsid w:val="00795580"/>
    <w:rsid w:val="007B46BC"/>
    <w:rsid w:val="007C2F4E"/>
    <w:rsid w:val="007D3425"/>
    <w:rsid w:val="007E1680"/>
    <w:rsid w:val="007E7E3F"/>
    <w:rsid w:val="00834151"/>
    <w:rsid w:val="00834F91"/>
    <w:rsid w:val="00834FD0"/>
    <w:rsid w:val="0084321D"/>
    <w:rsid w:val="00844AFC"/>
    <w:rsid w:val="00850709"/>
    <w:rsid w:val="00866301"/>
    <w:rsid w:val="008747F7"/>
    <w:rsid w:val="00895AD0"/>
    <w:rsid w:val="00895B98"/>
    <w:rsid w:val="0089623C"/>
    <w:rsid w:val="008B2AD6"/>
    <w:rsid w:val="008B2DE3"/>
    <w:rsid w:val="009229D6"/>
    <w:rsid w:val="0092750B"/>
    <w:rsid w:val="00936E84"/>
    <w:rsid w:val="00956C36"/>
    <w:rsid w:val="00972F32"/>
    <w:rsid w:val="009851A4"/>
    <w:rsid w:val="00986E20"/>
    <w:rsid w:val="009A16B0"/>
    <w:rsid w:val="009A16E7"/>
    <w:rsid w:val="009A6C42"/>
    <w:rsid w:val="009C1BD4"/>
    <w:rsid w:val="009D4AFE"/>
    <w:rsid w:val="009D709A"/>
    <w:rsid w:val="009E0D9B"/>
    <w:rsid w:val="009E12E2"/>
    <w:rsid w:val="009E4DB6"/>
    <w:rsid w:val="009E756C"/>
    <w:rsid w:val="00A029CE"/>
    <w:rsid w:val="00A045B6"/>
    <w:rsid w:val="00A37F9B"/>
    <w:rsid w:val="00A536FD"/>
    <w:rsid w:val="00A809BB"/>
    <w:rsid w:val="00A97BCC"/>
    <w:rsid w:val="00AA42A1"/>
    <w:rsid w:val="00AC0E45"/>
    <w:rsid w:val="00AE7959"/>
    <w:rsid w:val="00AF4443"/>
    <w:rsid w:val="00B03859"/>
    <w:rsid w:val="00B05EF0"/>
    <w:rsid w:val="00B22911"/>
    <w:rsid w:val="00B60918"/>
    <w:rsid w:val="00B71D67"/>
    <w:rsid w:val="00B737FE"/>
    <w:rsid w:val="00B922E4"/>
    <w:rsid w:val="00BA63C5"/>
    <w:rsid w:val="00BB503B"/>
    <w:rsid w:val="00BD59E8"/>
    <w:rsid w:val="00BD76A2"/>
    <w:rsid w:val="00BF2419"/>
    <w:rsid w:val="00C06FEE"/>
    <w:rsid w:val="00C11354"/>
    <w:rsid w:val="00C11DDC"/>
    <w:rsid w:val="00C13FCB"/>
    <w:rsid w:val="00C66CD8"/>
    <w:rsid w:val="00C75BE4"/>
    <w:rsid w:val="00C84ECE"/>
    <w:rsid w:val="00C97C3A"/>
    <w:rsid w:val="00CA29F6"/>
    <w:rsid w:val="00CA7C2E"/>
    <w:rsid w:val="00CB40A2"/>
    <w:rsid w:val="00CC2E73"/>
    <w:rsid w:val="00CD7A2D"/>
    <w:rsid w:val="00CE5426"/>
    <w:rsid w:val="00CF54CD"/>
    <w:rsid w:val="00D016AE"/>
    <w:rsid w:val="00D0392F"/>
    <w:rsid w:val="00D059A3"/>
    <w:rsid w:val="00D078E9"/>
    <w:rsid w:val="00D15767"/>
    <w:rsid w:val="00D20CFB"/>
    <w:rsid w:val="00D31471"/>
    <w:rsid w:val="00D35799"/>
    <w:rsid w:val="00D44347"/>
    <w:rsid w:val="00D74814"/>
    <w:rsid w:val="00D7530D"/>
    <w:rsid w:val="00D81F1A"/>
    <w:rsid w:val="00D9329F"/>
    <w:rsid w:val="00D94385"/>
    <w:rsid w:val="00DA5E98"/>
    <w:rsid w:val="00DB733E"/>
    <w:rsid w:val="00DC0F49"/>
    <w:rsid w:val="00DD780C"/>
    <w:rsid w:val="00DF43F7"/>
    <w:rsid w:val="00DF57F5"/>
    <w:rsid w:val="00E01D93"/>
    <w:rsid w:val="00E138BC"/>
    <w:rsid w:val="00E3376C"/>
    <w:rsid w:val="00E4276E"/>
    <w:rsid w:val="00E57CE1"/>
    <w:rsid w:val="00E624B3"/>
    <w:rsid w:val="00E62D6C"/>
    <w:rsid w:val="00E649B2"/>
    <w:rsid w:val="00E7455A"/>
    <w:rsid w:val="00E757E2"/>
    <w:rsid w:val="00E767C6"/>
    <w:rsid w:val="00E81A57"/>
    <w:rsid w:val="00E82307"/>
    <w:rsid w:val="00E907F0"/>
    <w:rsid w:val="00E9642C"/>
    <w:rsid w:val="00EB4117"/>
    <w:rsid w:val="00EC6A54"/>
    <w:rsid w:val="00ED0E22"/>
    <w:rsid w:val="00ED7F25"/>
    <w:rsid w:val="00EF603C"/>
    <w:rsid w:val="00F0458B"/>
    <w:rsid w:val="00F12A84"/>
    <w:rsid w:val="00F1500E"/>
    <w:rsid w:val="00F16FD4"/>
    <w:rsid w:val="00F22A60"/>
    <w:rsid w:val="00F84E64"/>
    <w:rsid w:val="00F93843"/>
    <w:rsid w:val="00F93A86"/>
    <w:rsid w:val="00FB2686"/>
    <w:rsid w:val="00FB7807"/>
    <w:rsid w:val="00FD4364"/>
    <w:rsid w:val="00FE4E0F"/>
    <w:rsid w:val="00FF2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ru v:ext="edit" colors="#6cf,#9cf"/>
      <o:colormenu v:ext="edit" fillcolor="#9cf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059A3"/>
    <w:rPr>
      <w:sz w:val="24"/>
      <w:szCs w:val="24"/>
    </w:rPr>
  </w:style>
  <w:style w:type="paragraph" w:styleId="Ttulo1">
    <w:name w:val="heading 1"/>
    <w:basedOn w:val="Normal"/>
    <w:next w:val="Normal"/>
    <w:qFormat/>
    <w:rsid w:val="00D059A3"/>
    <w:pPr>
      <w:keepNext/>
      <w:spacing w:before="480"/>
      <w:outlineLvl w:val="0"/>
    </w:pPr>
    <w:rPr>
      <w:rFonts w:ascii="Arial" w:hAnsi="Arial" w:cs="Arial"/>
      <w:b/>
      <w:sz w:val="28"/>
    </w:rPr>
  </w:style>
  <w:style w:type="paragraph" w:styleId="Ttulo2">
    <w:name w:val="heading 2"/>
    <w:basedOn w:val="Normal"/>
    <w:next w:val="Normal"/>
    <w:qFormat/>
    <w:rsid w:val="00D059A3"/>
    <w:pPr>
      <w:keepNext/>
      <w:spacing w:before="200" w:after="200" w:line="360" w:lineRule="auto"/>
      <w:ind w:left="-567"/>
      <w:outlineLvl w:val="1"/>
    </w:pPr>
    <w:rPr>
      <w:rFonts w:ascii="Arial" w:hAnsi="Arial" w:cs="Arial"/>
      <w:b/>
      <w:bCs/>
      <w:smallCaps/>
      <w:sz w:val="28"/>
    </w:rPr>
  </w:style>
  <w:style w:type="paragraph" w:styleId="Ttulo3">
    <w:name w:val="heading 3"/>
    <w:basedOn w:val="Normal"/>
    <w:next w:val="Normal"/>
    <w:qFormat/>
    <w:rsid w:val="00D059A3"/>
    <w:pPr>
      <w:keepNext/>
      <w:jc w:val="center"/>
      <w:outlineLvl w:val="2"/>
    </w:pPr>
    <w:rPr>
      <w:rFonts w:ascii="Arial" w:hAnsi="Arial" w:cs="Arial"/>
      <w:b/>
      <w:bCs/>
      <w:sz w:val="28"/>
      <w:lang w:val="en-US"/>
    </w:rPr>
  </w:style>
  <w:style w:type="paragraph" w:styleId="Ttulo4">
    <w:name w:val="heading 4"/>
    <w:basedOn w:val="Normal"/>
    <w:next w:val="Normal"/>
    <w:qFormat/>
    <w:rsid w:val="00D059A3"/>
    <w:pPr>
      <w:keepNext/>
      <w:spacing w:before="480"/>
      <w:outlineLvl w:val="3"/>
    </w:pPr>
    <w:rPr>
      <w:rFonts w:ascii="Arial" w:hAnsi="Arial" w:cs="Arial"/>
      <w:b/>
      <w:bCs/>
      <w:sz w:val="22"/>
    </w:rPr>
  </w:style>
  <w:style w:type="paragraph" w:styleId="Ttulo5">
    <w:name w:val="heading 5"/>
    <w:basedOn w:val="Normal"/>
    <w:next w:val="Normal"/>
    <w:qFormat/>
    <w:rsid w:val="00D059A3"/>
    <w:pPr>
      <w:keepNext/>
      <w:jc w:val="center"/>
      <w:outlineLvl w:val="4"/>
    </w:pPr>
    <w:rPr>
      <w:rFonts w:ascii="Arial" w:hAnsi="Arial" w:cs="Arial"/>
      <w:b/>
      <w:bCs/>
      <w:sz w:val="18"/>
    </w:rPr>
  </w:style>
  <w:style w:type="paragraph" w:styleId="Ttulo6">
    <w:name w:val="heading 6"/>
    <w:basedOn w:val="Normal"/>
    <w:next w:val="Normal"/>
    <w:qFormat/>
    <w:rsid w:val="00D059A3"/>
    <w:pPr>
      <w:keepNext/>
      <w:outlineLvl w:val="5"/>
    </w:pPr>
    <w:rPr>
      <w:rFonts w:ascii="Arial" w:hAnsi="Arial" w:cs="Arial"/>
      <w:b/>
      <w:bCs/>
      <w:sz w:val="28"/>
    </w:rPr>
  </w:style>
  <w:style w:type="paragraph" w:styleId="Ttulo7">
    <w:name w:val="heading 7"/>
    <w:basedOn w:val="Normal"/>
    <w:next w:val="Normal"/>
    <w:qFormat/>
    <w:rsid w:val="00D059A3"/>
    <w:pPr>
      <w:keepNext/>
      <w:outlineLvl w:val="6"/>
    </w:pPr>
    <w:rPr>
      <w:rFonts w:ascii="Arial" w:hAnsi="Arial" w:cs="Arial"/>
      <w:b/>
      <w:bCs/>
      <w:sz w:val="20"/>
    </w:rPr>
  </w:style>
  <w:style w:type="paragraph" w:styleId="Ttulo8">
    <w:name w:val="heading 8"/>
    <w:basedOn w:val="Normal"/>
    <w:next w:val="Normal"/>
    <w:qFormat/>
    <w:rsid w:val="00D059A3"/>
    <w:pPr>
      <w:keepNext/>
      <w:outlineLvl w:val="7"/>
    </w:pPr>
    <w:rPr>
      <w:rFonts w:ascii="Arial" w:hAnsi="Arial" w:cs="Arial"/>
      <w:b/>
      <w:bCs/>
      <w:sz w:val="18"/>
    </w:rPr>
  </w:style>
  <w:style w:type="paragraph" w:styleId="Ttulo9">
    <w:name w:val="heading 9"/>
    <w:aliases w:val="Título 9 - Anexos"/>
    <w:basedOn w:val="Normal"/>
    <w:next w:val="TextoATECH"/>
    <w:qFormat/>
    <w:rsid w:val="00B737FE"/>
    <w:pPr>
      <w:spacing w:before="120" w:after="120"/>
      <w:outlineLvl w:val="8"/>
    </w:pPr>
    <w:rPr>
      <w:rFonts w:ascii="Arial" w:hAnsi="Arial"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D059A3"/>
    <w:pPr>
      <w:ind w:left="708"/>
    </w:pPr>
    <w:rPr>
      <w:rFonts w:ascii="Arial" w:hAnsi="Arial" w:cs="Arial"/>
    </w:rPr>
  </w:style>
  <w:style w:type="paragraph" w:styleId="Corpodetexto">
    <w:name w:val="Body Text"/>
    <w:basedOn w:val="Normal"/>
    <w:rsid w:val="00D059A3"/>
    <w:pPr>
      <w:jc w:val="both"/>
    </w:pPr>
    <w:rPr>
      <w:rFonts w:ascii="Arial" w:hAnsi="Arial" w:cs="Arial"/>
    </w:rPr>
  </w:style>
  <w:style w:type="paragraph" w:styleId="Recuodecorpodetexto2">
    <w:name w:val="Body Text Indent 2"/>
    <w:basedOn w:val="Normal"/>
    <w:rsid w:val="00D059A3"/>
    <w:pPr>
      <w:ind w:left="708"/>
      <w:jc w:val="both"/>
    </w:pPr>
    <w:rPr>
      <w:rFonts w:ascii="Arial" w:hAnsi="Arial" w:cs="Arial"/>
    </w:rPr>
  </w:style>
  <w:style w:type="paragraph" w:styleId="Rodap">
    <w:name w:val="footer"/>
    <w:basedOn w:val="Normal"/>
    <w:rsid w:val="00D059A3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D059A3"/>
  </w:style>
  <w:style w:type="paragraph" w:styleId="Cabealho">
    <w:name w:val="header"/>
    <w:basedOn w:val="Normal"/>
    <w:rsid w:val="00D059A3"/>
    <w:pPr>
      <w:tabs>
        <w:tab w:val="center" w:pos="4419"/>
        <w:tab w:val="right" w:pos="8838"/>
      </w:tabs>
    </w:pPr>
  </w:style>
  <w:style w:type="paragraph" w:styleId="Remissivo1">
    <w:name w:val="index 1"/>
    <w:basedOn w:val="Normal"/>
    <w:next w:val="Normal"/>
    <w:autoRedefine/>
    <w:semiHidden/>
    <w:rsid w:val="00D059A3"/>
    <w:pPr>
      <w:ind w:left="240" w:hanging="240"/>
    </w:pPr>
  </w:style>
  <w:style w:type="paragraph" w:styleId="Remissivo2">
    <w:name w:val="index 2"/>
    <w:basedOn w:val="Normal"/>
    <w:next w:val="Normal"/>
    <w:autoRedefine/>
    <w:semiHidden/>
    <w:rsid w:val="00D059A3"/>
    <w:pPr>
      <w:ind w:left="480" w:hanging="240"/>
    </w:pPr>
  </w:style>
  <w:style w:type="paragraph" w:styleId="Remissivo3">
    <w:name w:val="index 3"/>
    <w:basedOn w:val="Normal"/>
    <w:next w:val="Normal"/>
    <w:autoRedefine/>
    <w:semiHidden/>
    <w:rsid w:val="00D059A3"/>
    <w:pPr>
      <w:ind w:left="720" w:hanging="240"/>
    </w:pPr>
  </w:style>
  <w:style w:type="paragraph" w:styleId="Remissivo4">
    <w:name w:val="index 4"/>
    <w:basedOn w:val="Normal"/>
    <w:next w:val="Normal"/>
    <w:autoRedefine/>
    <w:semiHidden/>
    <w:rsid w:val="00D059A3"/>
    <w:pPr>
      <w:ind w:left="960" w:hanging="240"/>
    </w:pPr>
  </w:style>
  <w:style w:type="paragraph" w:styleId="Remissivo5">
    <w:name w:val="index 5"/>
    <w:basedOn w:val="Normal"/>
    <w:next w:val="Normal"/>
    <w:autoRedefine/>
    <w:semiHidden/>
    <w:rsid w:val="00D059A3"/>
    <w:pPr>
      <w:ind w:left="1200" w:hanging="240"/>
    </w:pPr>
  </w:style>
  <w:style w:type="paragraph" w:styleId="Remissivo6">
    <w:name w:val="index 6"/>
    <w:basedOn w:val="Normal"/>
    <w:next w:val="Normal"/>
    <w:autoRedefine/>
    <w:semiHidden/>
    <w:rsid w:val="00D059A3"/>
    <w:pPr>
      <w:ind w:left="1440" w:hanging="240"/>
    </w:pPr>
  </w:style>
  <w:style w:type="paragraph" w:styleId="Remissivo7">
    <w:name w:val="index 7"/>
    <w:basedOn w:val="Normal"/>
    <w:next w:val="Normal"/>
    <w:autoRedefine/>
    <w:semiHidden/>
    <w:rsid w:val="00D059A3"/>
    <w:pPr>
      <w:ind w:left="1680" w:hanging="240"/>
    </w:pPr>
  </w:style>
  <w:style w:type="paragraph" w:styleId="Remissivo8">
    <w:name w:val="index 8"/>
    <w:basedOn w:val="Normal"/>
    <w:next w:val="Normal"/>
    <w:autoRedefine/>
    <w:semiHidden/>
    <w:rsid w:val="00D059A3"/>
    <w:pPr>
      <w:ind w:left="1920" w:hanging="240"/>
    </w:pPr>
  </w:style>
  <w:style w:type="paragraph" w:styleId="Remissivo9">
    <w:name w:val="index 9"/>
    <w:basedOn w:val="Normal"/>
    <w:next w:val="Normal"/>
    <w:autoRedefine/>
    <w:semiHidden/>
    <w:rsid w:val="00D059A3"/>
    <w:pPr>
      <w:ind w:left="2160" w:hanging="240"/>
    </w:pPr>
  </w:style>
  <w:style w:type="paragraph" w:styleId="Ttulodendiceremissivo">
    <w:name w:val="index heading"/>
    <w:basedOn w:val="Normal"/>
    <w:next w:val="Remissivo1"/>
    <w:semiHidden/>
    <w:rsid w:val="00D059A3"/>
  </w:style>
  <w:style w:type="paragraph" w:styleId="Sumrio1">
    <w:name w:val="toc 1"/>
    <w:basedOn w:val="Normal"/>
    <w:next w:val="Normal"/>
    <w:autoRedefine/>
    <w:semiHidden/>
    <w:rsid w:val="00D059A3"/>
    <w:pPr>
      <w:tabs>
        <w:tab w:val="right" w:leader="dot" w:pos="9345"/>
      </w:tabs>
      <w:spacing w:before="60" w:after="60" w:line="360" w:lineRule="auto"/>
      <w:ind w:left="425"/>
    </w:pPr>
    <w:rPr>
      <w:rFonts w:ascii="Arial" w:hAnsi="Arial"/>
      <w:bCs/>
    </w:rPr>
  </w:style>
  <w:style w:type="paragraph" w:styleId="Sumrio2">
    <w:name w:val="toc 2"/>
    <w:basedOn w:val="Normal"/>
    <w:next w:val="Normal"/>
    <w:autoRedefine/>
    <w:semiHidden/>
    <w:rsid w:val="00D059A3"/>
    <w:pPr>
      <w:spacing w:before="360" w:after="200"/>
    </w:pPr>
    <w:rPr>
      <w:rFonts w:ascii="Arial" w:hAnsi="Arial"/>
      <w:b/>
      <w:smallCaps/>
    </w:rPr>
  </w:style>
  <w:style w:type="paragraph" w:styleId="Sumrio3">
    <w:name w:val="toc 3"/>
    <w:basedOn w:val="Normal"/>
    <w:next w:val="Normal"/>
    <w:autoRedefine/>
    <w:semiHidden/>
    <w:rsid w:val="00D059A3"/>
    <w:pPr>
      <w:ind w:left="480"/>
    </w:pPr>
  </w:style>
  <w:style w:type="paragraph" w:styleId="Sumrio4">
    <w:name w:val="toc 4"/>
    <w:basedOn w:val="Normal"/>
    <w:next w:val="Normal"/>
    <w:autoRedefine/>
    <w:semiHidden/>
    <w:rsid w:val="00D059A3"/>
    <w:pPr>
      <w:ind w:left="720"/>
    </w:pPr>
  </w:style>
  <w:style w:type="paragraph" w:styleId="Sumrio5">
    <w:name w:val="toc 5"/>
    <w:basedOn w:val="Normal"/>
    <w:next w:val="Normal"/>
    <w:autoRedefine/>
    <w:semiHidden/>
    <w:rsid w:val="00D059A3"/>
    <w:pPr>
      <w:ind w:left="960"/>
    </w:pPr>
  </w:style>
  <w:style w:type="paragraph" w:styleId="Sumrio6">
    <w:name w:val="toc 6"/>
    <w:basedOn w:val="Normal"/>
    <w:next w:val="Normal"/>
    <w:autoRedefine/>
    <w:semiHidden/>
    <w:rsid w:val="00D059A3"/>
    <w:pPr>
      <w:ind w:left="1200"/>
    </w:pPr>
  </w:style>
  <w:style w:type="paragraph" w:styleId="Sumrio7">
    <w:name w:val="toc 7"/>
    <w:basedOn w:val="Normal"/>
    <w:next w:val="Normal"/>
    <w:autoRedefine/>
    <w:semiHidden/>
    <w:rsid w:val="00D059A3"/>
    <w:pPr>
      <w:ind w:left="1440"/>
    </w:pPr>
  </w:style>
  <w:style w:type="paragraph" w:styleId="Sumrio8">
    <w:name w:val="toc 8"/>
    <w:basedOn w:val="Normal"/>
    <w:next w:val="Normal"/>
    <w:autoRedefine/>
    <w:semiHidden/>
    <w:rsid w:val="00D059A3"/>
    <w:pPr>
      <w:ind w:left="1680"/>
    </w:pPr>
  </w:style>
  <w:style w:type="paragraph" w:styleId="Sumrio9">
    <w:name w:val="toc 9"/>
    <w:basedOn w:val="Normal"/>
    <w:next w:val="Normal"/>
    <w:autoRedefine/>
    <w:semiHidden/>
    <w:rsid w:val="00D059A3"/>
    <w:pPr>
      <w:ind w:left="1920"/>
    </w:pPr>
  </w:style>
  <w:style w:type="character" w:styleId="Hyperlink">
    <w:name w:val="Hyperlink"/>
    <w:basedOn w:val="Fontepargpadro"/>
    <w:rsid w:val="00D059A3"/>
    <w:rPr>
      <w:color w:val="0000FF"/>
      <w:u w:val="single"/>
    </w:rPr>
  </w:style>
  <w:style w:type="paragraph" w:styleId="Legenda">
    <w:name w:val="caption"/>
    <w:basedOn w:val="Normal"/>
    <w:next w:val="Normal"/>
    <w:qFormat/>
    <w:rsid w:val="00D059A3"/>
    <w:pPr>
      <w:spacing w:before="360"/>
    </w:pPr>
    <w:rPr>
      <w:rFonts w:ascii="Arial" w:hAnsi="Arial" w:cs="Arial"/>
      <w:b/>
      <w:bCs/>
      <w:sz w:val="22"/>
    </w:rPr>
  </w:style>
  <w:style w:type="character" w:styleId="HiperlinkVisitado">
    <w:name w:val="FollowedHyperlink"/>
    <w:basedOn w:val="Fontepargpadro"/>
    <w:rsid w:val="00D059A3"/>
    <w:rPr>
      <w:color w:val="800080"/>
      <w:u w:val="single"/>
    </w:rPr>
  </w:style>
  <w:style w:type="paragraph" w:styleId="Recuodecorpodetexto3">
    <w:name w:val="Body Text Indent 3"/>
    <w:basedOn w:val="Normal"/>
    <w:rsid w:val="00D059A3"/>
    <w:pPr>
      <w:ind w:left="-540"/>
      <w:jc w:val="both"/>
    </w:pPr>
    <w:rPr>
      <w:rFonts w:ascii="Arial" w:hAnsi="Arial" w:cs="Arial"/>
    </w:rPr>
  </w:style>
  <w:style w:type="paragraph" w:styleId="NormalWeb">
    <w:name w:val="Normal (Web)"/>
    <w:basedOn w:val="Normal"/>
    <w:rsid w:val="00D059A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table" w:styleId="Tabelacomgrade">
    <w:name w:val="Table Grid"/>
    <w:basedOn w:val="Tabelanormal"/>
    <w:rsid w:val="00AE79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ATECH">
    <w:name w:val="Texto ATECH"/>
    <w:basedOn w:val="Normal"/>
    <w:rsid w:val="00B737FE"/>
    <w:pPr>
      <w:spacing w:before="300" w:line="300" w:lineRule="atLeast"/>
      <w:jc w:val="both"/>
    </w:pPr>
    <w:rPr>
      <w:rFonts w:ascii="Arial" w:hAnsi="Arial"/>
      <w:sz w:val="22"/>
      <w:szCs w:val="20"/>
    </w:rPr>
  </w:style>
  <w:style w:type="paragraph" w:customStyle="1" w:styleId="ttcontanexoA">
    <w:name w:val="tít.cont.anexo A"/>
    <w:basedOn w:val="Normal"/>
    <w:next w:val="TextoATECH"/>
    <w:rsid w:val="00B737FE"/>
    <w:pPr>
      <w:numPr>
        <w:ilvl w:val="1"/>
        <w:numId w:val="21"/>
      </w:numPr>
      <w:spacing w:before="300"/>
    </w:pPr>
    <w:rPr>
      <w:rFonts w:ascii="Arial" w:hAnsi="Arial"/>
      <w:b/>
      <w:sz w:val="22"/>
      <w:szCs w:val="20"/>
    </w:rPr>
  </w:style>
  <w:style w:type="paragraph" w:styleId="Textodebalo">
    <w:name w:val="Balloon Text"/>
    <w:basedOn w:val="Normal"/>
    <w:semiHidden/>
    <w:rsid w:val="00ED7F25"/>
    <w:rPr>
      <w:rFonts w:ascii="Tahoma" w:hAnsi="Tahoma" w:cs="Tahoma"/>
      <w:sz w:val="16"/>
      <w:szCs w:val="16"/>
    </w:rPr>
  </w:style>
  <w:style w:type="paragraph" w:styleId="Corpodetexto2">
    <w:name w:val="Body Text 2"/>
    <w:basedOn w:val="Normal"/>
    <w:rsid w:val="00DA5E98"/>
    <w:pPr>
      <w:jc w:val="both"/>
    </w:pPr>
    <w:rPr>
      <w:szCs w:val="20"/>
    </w:rPr>
  </w:style>
  <w:style w:type="paragraph" w:styleId="PargrafodaLista">
    <w:name w:val="List Paragraph"/>
    <w:basedOn w:val="Normal"/>
    <w:uiPriority w:val="34"/>
    <w:qFormat/>
    <w:rsid w:val="00FB78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leonardo.lscs\Meus%20documentos\Meu%20modelo%20de%20informa&#231;&#227;o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Meu modelo de informação</Template>
  <TotalTime>297</TotalTime>
  <Pages>2</Pages>
  <Words>377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Aenxo IV</vt:lpstr>
    </vt:vector>
  </TitlesOfParts>
  <Company>DPF</Company>
  <LinksUpToDate>false</LinksUpToDate>
  <CharactersWithSpaces>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Aenxo IV</dc:title>
  <dc:creator>APF Danilo</dc:creator>
  <cp:lastModifiedBy>usuario</cp:lastModifiedBy>
  <cp:revision>19</cp:revision>
  <cp:lastPrinted>2011-08-12T19:37:00Z</cp:lastPrinted>
  <dcterms:created xsi:type="dcterms:W3CDTF">2010-12-01T21:26:00Z</dcterms:created>
  <dcterms:modified xsi:type="dcterms:W3CDTF">2011-10-27T13:39:00Z</dcterms:modified>
</cp:coreProperties>
</file>